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42" w:rsidRDefault="00F0160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TRABAJO PRÁCTICO INTEGRADOR DE CIENCIAS SOCIALES</w:t>
      </w:r>
    </w:p>
    <w:p w:rsidR="00EF0D42" w:rsidRDefault="00EF0D4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bCs/>
          <w:sz w:val="22"/>
          <w:szCs w:val="22"/>
        </w:rPr>
      </w:pPr>
    </w:p>
    <w:p w:rsidR="00EF0D42" w:rsidRDefault="00F0160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MODULO 7</w:t>
      </w:r>
    </w:p>
    <w:p w:rsidR="00EF0D42" w:rsidRDefault="00F0160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DOCENTE: VIVIANA MINTEGUIAGA</w:t>
      </w:r>
    </w:p>
    <w:p w:rsidR="00EF0D42" w:rsidRDefault="00EF0D4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2"/>
          <w:szCs w:val="22"/>
        </w:rPr>
      </w:pPr>
    </w:p>
    <w:p w:rsidR="00EF0D42" w:rsidRDefault="00F0160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ALUMNO:</w:t>
      </w:r>
    </w:p>
    <w:p w:rsidR="00EF0D42" w:rsidRDefault="00EF0D4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2"/>
          <w:szCs w:val="22"/>
        </w:rPr>
      </w:pPr>
    </w:p>
    <w:p w:rsidR="00EF0D42" w:rsidRDefault="00F0160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FECHA:</w:t>
      </w:r>
    </w:p>
    <w:p w:rsidR="00EF0D42" w:rsidRDefault="00EF0D4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2"/>
          <w:szCs w:val="22"/>
        </w:rPr>
      </w:pPr>
    </w:p>
    <w:p w:rsidR="00EF0D42" w:rsidRDefault="00F0160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CALIFICACION:</w:t>
      </w:r>
    </w:p>
    <w:p w:rsidR="00EF0D42" w:rsidRDefault="00EF0D42"/>
    <w:p w:rsidR="00EF0D42" w:rsidRDefault="00EF0D42"/>
    <w:p w:rsidR="00EF0D42" w:rsidRDefault="00EF0D42"/>
    <w:p w:rsidR="00EF0D42" w:rsidRDefault="00F01605">
      <w:pPr>
        <w:pStyle w:val="NormalWeb"/>
        <w:shd w:val="clear" w:color="auto" w:fill="FFFFFF"/>
        <w:spacing w:before="0" w:after="0" w:line="360" w:lineRule="auto"/>
        <w:rPr>
          <w:rFonts w:ascii="Calibri" w:hAnsi="Calibri"/>
        </w:rPr>
      </w:pPr>
      <w:r>
        <w:rPr>
          <w:rFonts w:ascii="Calibri" w:hAnsi="Calibri"/>
        </w:rPr>
        <w:t xml:space="preserve">1) Los años 70 se caracterizaron por la instauración en </w:t>
      </w:r>
      <w:r>
        <w:rPr>
          <w:rFonts w:ascii="Calibri" w:hAnsi="Calibri"/>
        </w:rPr>
        <w:t xml:space="preserve">América Latina de dictaduras militares de fuerte carácter represivo. Estos regímenes implementaron una serie de medidas económicas que beneficiaron a los sectores económicos más poderosos y que generaron gran oposición de los sectores populares. </w:t>
      </w:r>
    </w:p>
    <w:p w:rsidR="00EF0D42" w:rsidRDefault="00F01605">
      <w:pPr>
        <w:pStyle w:val="NormalWeb"/>
        <w:numPr>
          <w:ilvl w:val="0"/>
          <w:numId w:val="1"/>
        </w:numPr>
        <w:shd w:val="clear" w:color="auto" w:fill="FFFFFF"/>
        <w:spacing w:before="0" w:after="0" w:line="360" w:lineRule="auto"/>
        <w:rPr>
          <w:rFonts w:ascii="Calibri" w:hAnsi="Calibri"/>
        </w:rPr>
      </w:pPr>
      <w:r>
        <w:rPr>
          <w:rFonts w:ascii="Calibri" w:hAnsi="Calibri"/>
        </w:rPr>
        <w:t>¿Cuáles f</w:t>
      </w:r>
      <w:r>
        <w:rPr>
          <w:rFonts w:ascii="Calibri" w:hAnsi="Calibri"/>
        </w:rPr>
        <w:t xml:space="preserve">ueron estas medidas? </w:t>
      </w:r>
    </w:p>
    <w:p w:rsidR="00EF0D42" w:rsidRDefault="00F01605">
      <w:pPr>
        <w:pStyle w:val="NormalWeb"/>
        <w:numPr>
          <w:ilvl w:val="0"/>
          <w:numId w:val="1"/>
        </w:numPr>
        <w:shd w:val="clear" w:color="auto" w:fill="FFFFFF"/>
        <w:spacing w:before="0" w:after="0" w:line="360" w:lineRule="auto"/>
        <w:rPr>
          <w:rFonts w:ascii="Calibri" w:hAnsi="Calibri"/>
        </w:rPr>
      </w:pPr>
      <w:r>
        <w:rPr>
          <w:rFonts w:ascii="Calibri" w:hAnsi="Calibri"/>
        </w:rPr>
        <w:t xml:space="preserve">¿Qué sucedió con los que se oponían a ellas? </w:t>
      </w:r>
    </w:p>
    <w:p w:rsidR="00EF0D42" w:rsidRDefault="00EF0D42">
      <w:pPr>
        <w:pStyle w:val="NormalWeb"/>
        <w:shd w:val="clear" w:color="auto" w:fill="FFFFFF"/>
        <w:spacing w:before="0" w:after="0" w:line="360" w:lineRule="auto"/>
        <w:rPr>
          <w:rFonts w:ascii="Calibri" w:hAnsi="Calibri"/>
        </w:rPr>
      </w:pPr>
    </w:p>
    <w:p w:rsidR="00EF0D42" w:rsidRDefault="00F01605">
      <w:pPr>
        <w:pStyle w:val="NormalWeb"/>
        <w:shd w:val="clear" w:color="auto" w:fill="FFFFFF"/>
        <w:spacing w:before="0" w:after="0" w:line="360" w:lineRule="auto"/>
        <w:rPr>
          <w:rFonts w:ascii="Calibri" w:hAnsi="Calibri"/>
        </w:rPr>
      </w:pPr>
      <w:r>
        <w:rPr>
          <w:rFonts w:ascii="Calibri" w:hAnsi="Calibri"/>
        </w:rPr>
        <w:t>2) Desarrolla en un breve texto (no más de una página) el Conflicto de Malvinas, teniendo en cuenta sus causas y consecuencias.</w:t>
      </w:r>
    </w:p>
    <w:p w:rsidR="00EF0D42" w:rsidRDefault="00EF0D42">
      <w:pPr>
        <w:pStyle w:val="NormalWeb"/>
        <w:shd w:val="clear" w:color="auto" w:fill="FFFFFF"/>
        <w:spacing w:before="0" w:after="0" w:line="360" w:lineRule="auto"/>
        <w:rPr>
          <w:rFonts w:ascii="Calibri" w:hAnsi="Calibri"/>
        </w:rPr>
      </w:pPr>
    </w:p>
    <w:p w:rsidR="00EF0D42" w:rsidRDefault="00F01605">
      <w:pPr>
        <w:pStyle w:val="NormalWeb"/>
        <w:shd w:val="clear" w:color="auto" w:fill="FFFFFF"/>
        <w:spacing w:before="0" w:after="0" w:line="360" w:lineRule="auto"/>
        <w:rPr>
          <w:rFonts w:ascii="Calibri" w:hAnsi="Calibri"/>
        </w:rPr>
      </w:pPr>
      <w:r>
        <w:rPr>
          <w:rFonts w:ascii="Calibri" w:hAnsi="Calibri"/>
        </w:rPr>
        <w:t>3) ¿Qué es la sociología? ¿Cuál es su objeto de estudio?</w:t>
      </w:r>
    </w:p>
    <w:p w:rsidR="00EF0D42" w:rsidRDefault="00EF0D42">
      <w:pPr>
        <w:pStyle w:val="NormalWeb"/>
        <w:shd w:val="clear" w:color="auto" w:fill="FFFFFF"/>
        <w:spacing w:before="0" w:after="0" w:line="360" w:lineRule="auto"/>
        <w:rPr>
          <w:rFonts w:ascii="Calibri" w:hAnsi="Calibri"/>
        </w:rPr>
      </w:pPr>
    </w:p>
    <w:p w:rsidR="00EF0D42" w:rsidRDefault="00F01605">
      <w:pPr>
        <w:pStyle w:val="NormalWeb"/>
        <w:shd w:val="clear" w:color="auto" w:fill="FFFFFF"/>
        <w:spacing w:before="0" w:after="0" w:line="360" w:lineRule="auto"/>
      </w:pPr>
      <w:r>
        <w:rPr>
          <w:rFonts w:ascii="Calibri" w:hAnsi="Calibri"/>
        </w:rPr>
        <w:t>4) Michel Foucault se dedicó al estudio del Estado, el poder y la sociedad. Uno de sus principales aportes fue el estudio de </w:t>
      </w:r>
      <w:r>
        <w:rPr>
          <w:rFonts w:ascii="Calibri" w:hAnsi="Calibri"/>
          <w:b/>
          <w:bCs/>
        </w:rPr>
        <w:t>las relaciones de poder. </w:t>
      </w:r>
      <w:r>
        <w:rPr>
          <w:rFonts w:ascii="Calibri" w:hAnsi="Calibri"/>
        </w:rPr>
        <w:t>En ese sentido nos habla de la "sociedad disciplinaria" y de las instituciones que la integran. Explica co</w:t>
      </w:r>
      <w:r>
        <w:rPr>
          <w:rFonts w:ascii="Calibri" w:hAnsi="Calibri"/>
        </w:rPr>
        <w:t>n tus palabras a qué se refiere con estas dos definiciones.</w:t>
      </w:r>
    </w:p>
    <w:p w:rsidR="00EF0D42" w:rsidRDefault="00EF0D42"/>
    <w:sectPr w:rsidR="00EF0D4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605" w:rsidRDefault="00F01605">
      <w:r>
        <w:separator/>
      </w:r>
    </w:p>
  </w:endnote>
  <w:endnote w:type="continuationSeparator" w:id="0">
    <w:p w:rsidR="00F01605" w:rsidRDefault="00F0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OpenSymbol"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605" w:rsidRDefault="00F01605">
      <w:r>
        <w:rPr>
          <w:color w:val="000000"/>
        </w:rPr>
        <w:separator/>
      </w:r>
    </w:p>
  </w:footnote>
  <w:footnote w:type="continuationSeparator" w:id="0">
    <w:p w:rsidR="00F01605" w:rsidRDefault="00F01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EF06D1"/>
    <w:multiLevelType w:val="multilevel"/>
    <w:tmpl w:val="4E069AC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EF0D42"/>
    <w:rsid w:val="00EB7B9C"/>
    <w:rsid w:val="00EF0D42"/>
    <w:rsid w:val="00F0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0025001-82EE-4942-9748-5155C30B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" w:hAnsi="Liberation Serif" w:cs="FreeSans"/>
        <w:kern w:val="3"/>
        <w:sz w:val="24"/>
        <w:szCs w:val="24"/>
        <w:lang w:val="es-A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lang w:eastAsia="es-A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Gerbi</dc:creator>
  <cp:lastModifiedBy>Natalia Gerbi</cp:lastModifiedBy>
  <cp:revision>2</cp:revision>
  <dcterms:created xsi:type="dcterms:W3CDTF">2018-11-26T13:57:00Z</dcterms:created>
  <dcterms:modified xsi:type="dcterms:W3CDTF">2018-11-26T13:57:00Z</dcterms:modified>
</cp:coreProperties>
</file>